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097DB1A4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8E76E7">
        <w:rPr>
          <w:caps/>
          <w:sz w:val="40"/>
          <w:szCs w:val="40"/>
        </w:rPr>
        <w:t>5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1A1A015F" w14:textId="615B6D88" w:rsidR="00D16C9F" w:rsidRPr="00AE6152" w:rsidRDefault="00431CD9" w:rsidP="00D16C9F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D16C9F" w:rsidRPr="001950E8">
        <w:rPr>
          <w:caps/>
          <w:sz w:val="40"/>
        </w:rPr>
        <w:t xml:space="preserve">část </w:t>
      </w:r>
      <w:r w:rsidR="008E76E7">
        <w:rPr>
          <w:caps/>
          <w:sz w:val="40"/>
        </w:rPr>
        <w:t>5</w:t>
      </w:r>
      <w:r w:rsidR="00D16C9F">
        <w:rPr>
          <w:caps/>
          <w:sz w:val="40"/>
        </w:rPr>
        <w:t xml:space="preserve">  - chlazený prostor </w:t>
      </w:r>
    </w:p>
    <w:p w14:paraId="30F89050" w14:textId="40AE64E3" w:rsidR="004D4390" w:rsidRPr="00AE6152" w:rsidRDefault="004D4390" w:rsidP="004D4390">
      <w:pPr>
        <w:pStyle w:val="Nzev"/>
        <w:spacing w:line="276" w:lineRule="auto"/>
        <w:rPr>
          <w:caps/>
          <w:sz w:val="40"/>
        </w:rPr>
      </w:pP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6910AAA4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373AE6" w:rsidRPr="00373AE6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 xml:space="preserve">mpers Textil s.r.o. – pořízení strojního vybavení </w:t>
            </w:r>
            <w:r w:rsidR="008E76E7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594DE6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594DE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594DE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594DE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AE9A701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8E76E7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>zadávací dokumentace 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0DA1816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8E76E7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>zadávací dokumentace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41A9352B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8E76E7">
        <w:rPr>
          <w:rFonts w:asciiTheme="majorHAnsi" w:hAnsiTheme="majorHAnsi" w:cstheme="majorHAnsi"/>
          <w:b/>
          <w:lang w:eastAsia="x-none"/>
        </w:rPr>
        <w:t>05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594DE6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4080" w:rsidRPr="004E48B9" w14:paraId="292C953D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697784BF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4080" w:rsidRPr="004E48B9" w14:paraId="1D810308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E6616AF" w14:textId="77777777" w:rsidR="00B04080" w:rsidRPr="004E48B9" w:rsidRDefault="00B04080" w:rsidP="00251BD5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, že je způsobilým dle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4080" w:rsidRPr="004E48B9" w14:paraId="254D1018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795DFA02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4080" w:rsidRPr="00EF0619" w14:paraId="23620E39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86F3BD1" w14:textId="77777777" w:rsidR="00B04080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7E568542" w14:textId="77777777" w:rsidR="00B04080" w:rsidRDefault="00B04080" w:rsidP="00251BD5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84327FE" w14:textId="77777777" w:rsidR="00B04080" w:rsidRPr="00EF0619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4080" w:rsidRPr="004E48B9" w14:paraId="37C27BB4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3C8571C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4080" w:rsidRPr="004E48B9" w14:paraId="125344A3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3B107A83" w14:textId="77777777" w:rsidR="00B04080" w:rsidRPr="004E48B9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dle § 79 odst. 2 písm. </w:t>
            </w:r>
            <w:r w:rsidRPr="005346C4">
              <w:rPr>
                <w:rFonts w:asciiTheme="majorHAnsi" w:hAnsiTheme="majorHAnsi" w:cstheme="majorHAnsi"/>
              </w:rPr>
              <w:t>b)</w:t>
            </w:r>
            <w:r w:rsidRPr="004E48B9">
              <w:rPr>
                <w:rFonts w:asciiTheme="majorHAnsi" w:hAnsiTheme="majorHAnsi" w:cstheme="majorHAnsi"/>
              </w:rPr>
              <w:t xml:space="preserve"> ZZVZ na referenční zakázky:</w:t>
            </w:r>
          </w:p>
          <w:p w14:paraId="0238D06E" w14:textId="6A1D684D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Pr="00C03D97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656DAF">
              <w:rPr>
                <w:rFonts w:asciiTheme="majorHAnsi" w:hAnsiTheme="majorHAnsi" w:cstheme="majorHAnsi"/>
                <w:b/>
                <w:bCs/>
              </w:rPr>
              <w:t xml:space="preserve"> a instalace technologie pro chlazený prostor</w:t>
            </w:r>
            <w:r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250.000 Kč bez DPH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07C9" w:rsidRPr="00C33A78">
              <w:rPr>
                <w:rFonts w:asciiTheme="majorHAnsi" w:hAnsiTheme="majorHAnsi" w:cstheme="majorHAnsi"/>
                <w:b/>
                <w:bCs/>
              </w:rPr>
              <w:t>/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10.000 EUR.</w:t>
            </w:r>
          </w:p>
          <w:p w14:paraId="58A0C175" w14:textId="22ED81B0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C33A78">
              <w:rPr>
                <w:rFonts w:asciiTheme="majorHAnsi" w:hAnsiTheme="majorHAnsi" w:cstheme="majorHAnsi"/>
              </w:rPr>
              <w:t xml:space="preserve">Referenční zakázka č. 2: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656DAF" w:rsidRPr="00C33A78">
              <w:rPr>
                <w:rFonts w:asciiTheme="majorHAnsi" w:hAnsiTheme="majorHAnsi" w:cstheme="majorHAnsi"/>
                <w:b/>
                <w:bCs/>
              </w:rPr>
              <w:t>a instalace technologie pro chlazený prostor</w:t>
            </w:r>
            <w:r w:rsidRPr="00C33A78">
              <w:rPr>
                <w:rFonts w:asciiTheme="majorHAnsi" w:hAnsiTheme="majorHAnsi" w:cstheme="majorHAnsi"/>
                <w:b/>
                <w:bCs/>
              </w:rPr>
              <w:t xml:space="preserve"> v min. hodnotě 250.000 Kč bez DPH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07C9" w:rsidRPr="00C33A78">
              <w:rPr>
                <w:rFonts w:asciiTheme="majorHAnsi" w:hAnsiTheme="majorHAnsi" w:cstheme="majorHAnsi"/>
                <w:b/>
                <w:bCs/>
              </w:rPr>
              <w:t>/</w:t>
            </w:r>
            <w:r w:rsidR="007E1D8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10.000 EUR.</w:t>
            </w:r>
          </w:p>
          <w:p w14:paraId="2A2A99DF" w14:textId="77777777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33A78">
              <w:rPr>
                <w:rFonts w:asciiTheme="majorHAnsi" w:hAnsiTheme="majorHAnsi" w:cstheme="majorHAnsi"/>
              </w:rPr>
              <w:t xml:space="preserve">Byly realizovány v období za poslední </w:t>
            </w:r>
            <w:r w:rsidRPr="00C33A78">
              <w:rPr>
                <w:rFonts w:asciiTheme="majorHAnsi" w:hAnsiTheme="majorHAnsi" w:cstheme="majorHAnsi"/>
                <w:b/>
              </w:rPr>
              <w:t>3 roky</w:t>
            </w:r>
            <w:r w:rsidRPr="00C33A78">
              <w:rPr>
                <w:rFonts w:asciiTheme="majorHAnsi" w:hAnsiTheme="majorHAnsi" w:cstheme="majorHAnsi"/>
              </w:rPr>
              <w:t xml:space="preserve"> před zahájením výběrového řízení. </w:t>
            </w:r>
          </w:p>
          <w:p w14:paraId="3F5DCDDD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objemu) ani dělit (například: zakázku od jednoho objednatele s objemem dosahujícím dvojnásobek požadovaného limitu nelze započítat jako dvě relevantní zakázky).</w:t>
            </w:r>
          </w:p>
          <w:p w14:paraId="0CAF6690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výběrového řízení.</w:t>
            </w:r>
          </w:p>
          <w:p w14:paraId="3FFE5C88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Toto kritérium technické kvalifikace rovněž splní účastník v případě, že se jedná o dodávky zahájené dříve než v posledních 3 letech, pokud byly předmětné dodávky v posledních 3 letech ukončeny nebo pokud stále probíhají, za předpokladu splnění výše uvedených parametrů ke dni zahájení výběrového řízení.</w:t>
            </w:r>
          </w:p>
          <w:p w14:paraId="49CF190F" w14:textId="77777777" w:rsidR="007E1D8A" w:rsidRDefault="007E1D8A" w:rsidP="00251BD5">
            <w:pPr>
              <w:spacing w:line="276" w:lineRule="auto"/>
              <w:rPr>
                <w:rFonts w:asciiTheme="majorHAnsi" w:hAnsiTheme="majorHAnsi" w:cstheme="majorHAnsi"/>
              </w:rPr>
            </w:pPr>
          </w:p>
          <w:p w14:paraId="1C30AC6B" w14:textId="0C94F6DC" w:rsidR="00B04080" w:rsidRPr="004E48B9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lastRenderedPageBreak/>
              <w:t>Informace o jednotlivých referenčních zakázkách uvádí níže:</w:t>
            </w:r>
          </w:p>
        </w:tc>
      </w:tr>
      <w:tr w:rsidR="00B04080" w:rsidRPr="00EB7EE6" w14:paraId="28ACD372" w14:textId="77777777" w:rsidTr="00251BD5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1F7CEACC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164855D3" w14:textId="77777777" w:rsidR="00B04080" w:rsidRPr="00EB7EE6" w:rsidRDefault="00594DE6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0B787768173E42EC95150C4CE1973924"/>
                </w:placeholder>
              </w:sdtPr>
              <w:sdtEndPr/>
              <w:sdtContent>
                <w:r w:rsidR="00B04080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70113E97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9B16DF" w14:textId="77777777" w:rsidR="00B04080" w:rsidRPr="00EB7EE6" w:rsidRDefault="00B04080" w:rsidP="00251BD5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1E72F0F4B0434534954A11E63201B25B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38C95822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5B60E7BC941F49B883663A2E315308F1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1F46D224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573CE892707E475B8A6BB83DDE0E5215"/>
                </w:placeholder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7AF874FC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86B794579FB24C53910C3F2C7DF2D3D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B04080" w:rsidRPr="00EB7EE6" w14:paraId="360B61FF" w14:textId="77777777" w:rsidTr="00251BD5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09388579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58652A41" w14:textId="77777777" w:rsidR="00B04080" w:rsidRPr="00EB7EE6" w:rsidRDefault="00594DE6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9FFCB33E84B5472C9C675DB375788242"/>
                </w:placeholder>
              </w:sdtPr>
              <w:sdtEndPr/>
              <w:sdtContent>
                <w:r w:rsidR="00B04080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3C12DB67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A77C573" w14:textId="77777777" w:rsidR="00B04080" w:rsidRPr="00EB7EE6" w:rsidRDefault="00B04080" w:rsidP="00251BD5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AC7C71D50A01497A8D96F0B2099AB7B2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1FDEAE1D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20B5A99E7D9A426B8568C3701C21A0E0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3CCA4023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524B33785C94461986B1BB94FF84FF09"/>
                </w:placeholder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9D1A0ADCC4E44939D7EFC5C6FE0A60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B04080" w:rsidRPr="004E48B9" w14:paraId="43B80897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6DBB40F6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B04080" w:rsidRPr="004E48B9" w14:paraId="461D25F0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62E6000" w14:textId="77777777" w:rsidR="00B04080" w:rsidRPr="004E48B9" w:rsidRDefault="00B04080" w:rsidP="00251BD5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Pr="004E48B9">
              <w:rPr>
                <w:rFonts w:asciiTheme="majorHAnsi" w:hAnsiTheme="majorHAnsi" w:cstheme="majorHAnsi"/>
                <w:lang w:eastAsia="x-none"/>
              </w:rPr>
              <w:t xml:space="preserve"> prokazují splnění požadovaného kritéria způsobilosti nejpozději v době </w:t>
            </w:r>
            <w:r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C259CFE" w14:textId="77777777" w:rsidR="00B04080" w:rsidRPr="004E48B9" w:rsidRDefault="00B04080" w:rsidP="00251BD5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0A049092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6C2AF1C6" w14:textId="77777777" w:rsidR="00B04080" w:rsidRPr="00757578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468A36BC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3F62A33D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61E00047" w14:textId="77777777" w:rsidR="00B04080" w:rsidRPr="00B04080" w:rsidRDefault="00B04080" w:rsidP="00B04080"/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3BBC6EB7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8E76E7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dokumentace,</w:t>
      </w:r>
    </w:p>
    <w:p w14:paraId="360E23B7" w14:textId="30E63C77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8E76E7">
        <w:rPr>
          <w:rFonts w:asciiTheme="majorHAnsi" w:hAnsiTheme="majorHAnsi" w:cstheme="majorBidi"/>
          <w:b/>
          <w:bCs/>
        </w:rPr>
        <w:t>05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2721D" w14:textId="77777777" w:rsidR="00D132CB" w:rsidRDefault="00D132CB" w:rsidP="002C4725">
      <w:pPr>
        <w:spacing w:after="0" w:line="240" w:lineRule="auto"/>
      </w:pPr>
      <w:r>
        <w:separator/>
      </w:r>
    </w:p>
  </w:endnote>
  <w:endnote w:type="continuationSeparator" w:id="0">
    <w:p w14:paraId="00BCEE1D" w14:textId="77777777" w:rsidR="00D132CB" w:rsidRDefault="00D132CB" w:rsidP="002C4725">
      <w:pPr>
        <w:spacing w:after="0" w:line="240" w:lineRule="auto"/>
      </w:pPr>
      <w:r>
        <w:continuationSeparator/>
      </w:r>
    </w:p>
  </w:endnote>
  <w:endnote w:type="continuationNotice" w:id="1">
    <w:p w14:paraId="1A9D788F" w14:textId="77777777" w:rsidR="00D132CB" w:rsidRDefault="00D132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964C1" w14:textId="77777777" w:rsidR="00D132CB" w:rsidRDefault="00D132CB" w:rsidP="002C4725">
      <w:pPr>
        <w:spacing w:after="0" w:line="240" w:lineRule="auto"/>
      </w:pPr>
      <w:r>
        <w:separator/>
      </w:r>
    </w:p>
  </w:footnote>
  <w:footnote w:type="continuationSeparator" w:id="0">
    <w:p w14:paraId="26EA8AF9" w14:textId="77777777" w:rsidR="00D132CB" w:rsidRDefault="00D132CB" w:rsidP="002C4725">
      <w:pPr>
        <w:spacing w:after="0" w:line="240" w:lineRule="auto"/>
      </w:pPr>
      <w:r>
        <w:continuationSeparator/>
      </w:r>
    </w:p>
  </w:footnote>
  <w:footnote w:type="continuationNotice" w:id="1">
    <w:p w14:paraId="16A7BE8C" w14:textId="77777777" w:rsidR="00D132CB" w:rsidRDefault="00D132CB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7cXCMbN5Dh3cDy/b7Fx9V+qYAdvnraH22KbPi+YBsmRmzw3aqFYMJqnMC/Yzo6vWjp5eAaRnGeh/mp44vjJCQ==" w:salt="GkEJ8dbEyshw8Juz+DM1H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7656F"/>
    <w:rsid w:val="00082C5A"/>
    <w:rsid w:val="000840D8"/>
    <w:rsid w:val="000878D8"/>
    <w:rsid w:val="000A399E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E6D3E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C3F83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1B8C"/>
    <w:rsid w:val="00252D42"/>
    <w:rsid w:val="00255DFD"/>
    <w:rsid w:val="002566A7"/>
    <w:rsid w:val="002645D9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24A1A"/>
    <w:rsid w:val="00351A75"/>
    <w:rsid w:val="00354D67"/>
    <w:rsid w:val="00360120"/>
    <w:rsid w:val="00373AE6"/>
    <w:rsid w:val="003823F4"/>
    <w:rsid w:val="00383BC2"/>
    <w:rsid w:val="0039353E"/>
    <w:rsid w:val="00393720"/>
    <w:rsid w:val="003B04E3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80586"/>
    <w:rsid w:val="00490355"/>
    <w:rsid w:val="004946E3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67F64"/>
    <w:rsid w:val="00583EA5"/>
    <w:rsid w:val="00584109"/>
    <w:rsid w:val="00594DE6"/>
    <w:rsid w:val="005A02FA"/>
    <w:rsid w:val="005A5B68"/>
    <w:rsid w:val="005A6D59"/>
    <w:rsid w:val="005D4DC2"/>
    <w:rsid w:val="005D53C2"/>
    <w:rsid w:val="005E3B38"/>
    <w:rsid w:val="005E7A63"/>
    <w:rsid w:val="005F0FEB"/>
    <w:rsid w:val="005F285C"/>
    <w:rsid w:val="005F4A40"/>
    <w:rsid w:val="006304B1"/>
    <w:rsid w:val="00633524"/>
    <w:rsid w:val="0063378E"/>
    <w:rsid w:val="00635814"/>
    <w:rsid w:val="006365AF"/>
    <w:rsid w:val="006446B6"/>
    <w:rsid w:val="00644BE7"/>
    <w:rsid w:val="00653B07"/>
    <w:rsid w:val="006550FB"/>
    <w:rsid w:val="00656DAF"/>
    <w:rsid w:val="00661D5D"/>
    <w:rsid w:val="006637E1"/>
    <w:rsid w:val="00674152"/>
    <w:rsid w:val="00685CA4"/>
    <w:rsid w:val="00686888"/>
    <w:rsid w:val="00693511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648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6583"/>
    <w:rsid w:val="00777834"/>
    <w:rsid w:val="00781689"/>
    <w:rsid w:val="00781D4B"/>
    <w:rsid w:val="00790C6A"/>
    <w:rsid w:val="007913D3"/>
    <w:rsid w:val="00794A6B"/>
    <w:rsid w:val="00795CEC"/>
    <w:rsid w:val="007A0278"/>
    <w:rsid w:val="007A1179"/>
    <w:rsid w:val="007C07C9"/>
    <w:rsid w:val="007D4838"/>
    <w:rsid w:val="007E0449"/>
    <w:rsid w:val="007E078A"/>
    <w:rsid w:val="007E1D8A"/>
    <w:rsid w:val="007E5031"/>
    <w:rsid w:val="007E513E"/>
    <w:rsid w:val="007E6CA4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63139"/>
    <w:rsid w:val="00872E47"/>
    <w:rsid w:val="00876F33"/>
    <w:rsid w:val="008A269E"/>
    <w:rsid w:val="008C45B9"/>
    <w:rsid w:val="008D219E"/>
    <w:rsid w:val="008D3087"/>
    <w:rsid w:val="008E76E7"/>
    <w:rsid w:val="008F090D"/>
    <w:rsid w:val="008F3E3E"/>
    <w:rsid w:val="00903FBA"/>
    <w:rsid w:val="00911232"/>
    <w:rsid w:val="00917068"/>
    <w:rsid w:val="0092128C"/>
    <w:rsid w:val="0092668F"/>
    <w:rsid w:val="009403B7"/>
    <w:rsid w:val="00942590"/>
    <w:rsid w:val="0094318A"/>
    <w:rsid w:val="00992D66"/>
    <w:rsid w:val="00996D8A"/>
    <w:rsid w:val="009974C4"/>
    <w:rsid w:val="009A5C04"/>
    <w:rsid w:val="009B67B4"/>
    <w:rsid w:val="009B6B5B"/>
    <w:rsid w:val="009B7883"/>
    <w:rsid w:val="009C3B4B"/>
    <w:rsid w:val="009C587F"/>
    <w:rsid w:val="009F33C5"/>
    <w:rsid w:val="00A0138D"/>
    <w:rsid w:val="00A015E9"/>
    <w:rsid w:val="00A25C7A"/>
    <w:rsid w:val="00A43EF0"/>
    <w:rsid w:val="00A46404"/>
    <w:rsid w:val="00A62D50"/>
    <w:rsid w:val="00A77BFA"/>
    <w:rsid w:val="00A805D1"/>
    <w:rsid w:val="00A87536"/>
    <w:rsid w:val="00AA6A07"/>
    <w:rsid w:val="00AE3343"/>
    <w:rsid w:val="00AF25BE"/>
    <w:rsid w:val="00AF4FAD"/>
    <w:rsid w:val="00AF6371"/>
    <w:rsid w:val="00AF73AA"/>
    <w:rsid w:val="00B04080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3D2A"/>
    <w:rsid w:val="00BB4194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3A78"/>
    <w:rsid w:val="00C70411"/>
    <w:rsid w:val="00C72A8D"/>
    <w:rsid w:val="00C76BAC"/>
    <w:rsid w:val="00C91BF8"/>
    <w:rsid w:val="00CB2191"/>
    <w:rsid w:val="00CC2280"/>
    <w:rsid w:val="00CD39DD"/>
    <w:rsid w:val="00CD39FA"/>
    <w:rsid w:val="00CE111F"/>
    <w:rsid w:val="00CE184D"/>
    <w:rsid w:val="00CE5CDF"/>
    <w:rsid w:val="00CE71D1"/>
    <w:rsid w:val="00D009C1"/>
    <w:rsid w:val="00D00CE5"/>
    <w:rsid w:val="00D010B8"/>
    <w:rsid w:val="00D07749"/>
    <w:rsid w:val="00D132CB"/>
    <w:rsid w:val="00D16C9F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C5A44"/>
    <w:rsid w:val="00DD01E9"/>
    <w:rsid w:val="00DD2761"/>
    <w:rsid w:val="00DD2871"/>
    <w:rsid w:val="00DD3120"/>
    <w:rsid w:val="00DD43A9"/>
    <w:rsid w:val="00E072E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9211F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0B787768173E42EC95150C4CE1973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5F8C3-C7E8-47CD-87ED-35A197CACA40}"/>
      </w:docPartPr>
      <w:docPartBody>
        <w:p w:rsidR="005870A2" w:rsidRDefault="00496047" w:rsidP="00496047">
          <w:pPr>
            <w:pStyle w:val="0B787768173E42EC95150C4CE1973924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E72F0F4B0434534954A11E63201B2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D0D96-0E36-4EB5-8F23-3E274683B5C7}"/>
      </w:docPartPr>
      <w:docPartBody>
        <w:p w:rsidR="005870A2" w:rsidRDefault="00496047" w:rsidP="00496047">
          <w:pPr>
            <w:pStyle w:val="1E72F0F4B0434534954A11E63201B25B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5B60E7BC941F49B883663A2E31530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642B7B-02C7-4349-93CB-0AE6CF3EE7F6}"/>
      </w:docPartPr>
      <w:docPartBody>
        <w:p w:rsidR="005870A2" w:rsidRDefault="00496047" w:rsidP="00496047">
          <w:pPr>
            <w:pStyle w:val="5B60E7BC941F49B883663A2E315308F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3CE892707E475B8A6BB83DDE0E5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CC18F-8706-4ABE-87F1-5F9C92E60880}"/>
      </w:docPartPr>
      <w:docPartBody>
        <w:p w:rsidR="005870A2" w:rsidRDefault="00496047" w:rsidP="00496047">
          <w:pPr>
            <w:pStyle w:val="573CE892707E475B8A6BB83DDE0E5215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6B794579FB24C53910C3F2C7DF2D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3CA00-686E-4A6F-A3CB-94FC1EA7EFD7}"/>
      </w:docPartPr>
      <w:docPartBody>
        <w:p w:rsidR="005870A2" w:rsidRDefault="00496047" w:rsidP="00496047">
          <w:pPr>
            <w:pStyle w:val="86B794579FB24C53910C3F2C7DF2D3D4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FFCB33E84B5472C9C675DB375788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0DDE3-26D3-4AB1-80BB-EA9A0BD0F169}"/>
      </w:docPartPr>
      <w:docPartBody>
        <w:p w:rsidR="005870A2" w:rsidRDefault="00496047" w:rsidP="00496047">
          <w:pPr>
            <w:pStyle w:val="9FFCB33E84B5472C9C675DB37578824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C7C71D50A01497A8D96F0B2099AB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E0ADA-1659-46C2-972B-8C2CB9A08429}"/>
      </w:docPartPr>
      <w:docPartBody>
        <w:p w:rsidR="005870A2" w:rsidRDefault="00496047" w:rsidP="00496047">
          <w:pPr>
            <w:pStyle w:val="AC7C71D50A01497A8D96F0B2099AB7B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0B5A99E7D9A426B8568C3701C21A0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980D29-963D-4CB0-9990-6DCA7D9856A0}"/>
      </w:docPartPr>
      <w:docPartBody>
        <w:p w:rsidR="005870A2" w:rsidRDefault="00496047" w:rsidP="00496047">
          <w:pPr>
            <w:pStyle w:val="20B5A99E7D9A426B8568C3701C21A0E0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24B33785C94461986B1BB94FF84F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CA60D-5E9F-445F-BF76-1D0B492F6B24}"/>
      </w:docPartPr>
      <w:docPartBody>
        <w:p w:rsidR="005870A2" w:rsidRDefault="00496047" w:rsidP="00496047">
          <w:pPr>
            <w:pStyle w:val="524B33785C94461986B1BB94FF84FF09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9D1A0ADCC4E44939D7EFC5C6FE0A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AE6F2-1885-4438-9C1F-533F4A936C16}"/>
      </w:docPartPr>
      <w:docPartBody>
        <w:p w:rsidR="005870A2" w:rsidRDefault="00496047" w:rsidP="00496047">
          <w:pPr>
            <w:pStyle w:val="39D1A0ADCC4E44939D7EFC5C6FE0A60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14F5B"/>
    <w:rsid w:val="0006784A"/>
    <w:rsid w:val="0007067E"/>
    <w:rsid w:val="00113F40"/>
    <w:rsid w:val="00123A47"/>
    <w:rsid w:val="00251B8C"/>
    <w:rsid w:val="002826E8"/>
    <w:rsid w:val="00294F6E"/>
    <w:rsid w:val="002F090D"/>
    <w:rsid w:val="0034076C"/>
    <w:rsid w:val="0034152F"/>
    <w:rsid w:val="00431516"/>
    <w:rsid w:val="00496047"/>
    <w:rsid w:val="004A650F"/>
    <w:rsid w:val="004E4ED8"/>
    <w:rsid w:val="0050088E"/>
    <w:rsid w:val="005830F2"/>
    <w:rsid w:val="005870A2"/>
    <w:rsid w:val="005F0D44"/>
    <w:rsid w:val="006E0974"/>
    <w:rsid w:val="006F0648"/>
    <w:rsid w:val="00727E9C"/>
    <w:rsid w:val="00765548"/>
    <w:rsid w:val="00776583"/>
    <w:rsid w:val="007B6520"/>
    <w:rsid w:val="007C5CD9"/>
    <w:rsid w:val="007F2700"/>
    <w:rsid w:val="00842923"/>
    <w:rsid w:val="00864EF4"/>
    <w:rsid w:val="00A549CD"/>
    <w:rsid w:val="00A86867"/>
    <w:rsid w:val="00B076B3"/>
    <w:rsid w:val="00B479F3"/>
    <w:rsid w:val="00B73FFE"/>
    <w:rsid w:val="00B90639"/>
    <w:rsid w:val="00BB3D2A"/>
    <w:rsid w:val="00C770A2"/>
    <w:rsid w:val="00CC2280"/>
    <w:rsid w:val="00D010B8"/>
    <w:rsid w:val="00D37971"/>
    <w:rsid w:val="00D4458F"/>
    <w:rsid w:val="00D61302"/>
    <w:rsid w:val="00D708F6"/>
    <w:rsid w:val="00D946F7"/>
    <w:rsid w:val="00DD2871"/>
    <w:rsid w:val="00E36489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6047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AEF6D132DF1F4C46B0D01E40340E3CB8">
    <w:name w:val="AEF6D132DF1F4C46B0D01E40340E3CB8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551C0458214544946256F8BC4B6EE6">
    <w:name w:val="6F551C0458214544946256F8BC4B6EE6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B11B7FB5814EF99BB2BB7851CD6522">
    <w:name w:val="A2B11B7FB5814EF99BB2BB7851CD652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E99854ECB94F3DA67B559A329A4A5E">
    <w:name w:val="CEE99854ECB94F3DA67B559A329A4A5E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4EFCF25F404634BB3DE8C3251BCB02">
    <w:name w:val="8D4EFCF25F404634BB3DE8C3251BCB0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9ECE4CEDB4A6EB1C482EB7E05C81F">
    <w:name w:val="3439ECE4CEDB4A6EB1C482EB7E05C81F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EBA9666E384E3CA3827A74788B51D2">
    <w:name w:val="74EBA9666E384E3CA3827A74788B51D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A33F165DB646DDA9232507F83EF0BD">
    <w:name w:val="00A33F165DB646DDA9232507F83EF0BD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B99B37002943CBBF466E2DA467AB7A">
    <w:name w:val="64B99B37002943CBBF466E2DA467AB7A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297D95C0764B8887F1411F55FACE69">
    <w:name w:val="B3297D95C0764B8887F1411F55FACE69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787768173E42EC95150C4CE1973924">
    <w:name w:val="0B787768173E42EC95150C4CE1973924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72F0F4B0434534954A11E63201B25B">
    <w:name w:val="1E72F0F4B0434534954A11E63201B25B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60E7BC941F49B883663A2E315308F1">
    <w:name w:val="5B60E7BC941F49B883663A2E315308F1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3CE892707E475B8A6BB83DDE0E5215">
    <w:name w:val="573CE892707E475B8A6BB83DDE0E5215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B794579FB24C53910C3F2C7DF2D3D4">
    <w:name w:val="86B794579FB24C53910C3F2C7DF2D3D4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FCB33E84B5472C9C675DB375788242">
    <w:name w:val="9FFCB33E84B5472C9C675DB37578824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7C71D50A01497A8D96F0B2099AB7B2">
    <w:name w:val="AC7C71D50A01497A8D96F0B2099AB7B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5A99E7D9A426B8568C3701C21A0E0">
    <w:name w:val="20B5A99E7D9A426B8568C3701C21A0E0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4B33785C94461986B1BB94FF84FF09">
    <w:name w:val="524B33785C94461986B1BB94FF84FF09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D1A0ADCC4E44939D7EFC5C6FE0A609">
    <w:name w:val="39D1A0ADCC4E44939D7EFC5C6FE0A609"/>
    <w:rsid w:val="0049604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13</TotalTime>
  <Pages>5</Pages>
  <Words>1484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19</cp:revision>
  <cp:lastPrinted>2019-12-09T09:19:00Z</cp:lastPrinted>
  <dcterms:created xsi:type="dcterms:W3CDTF">2025-01-25T14:49:00Z</dcterms:created>
  <dcterms:modified xsi:type="dcterms:W3CDTF">2025-06-24T09:59:00Z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